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E334A61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NR 3 DO SWZ -  FORMULARZ OFERTY  (WZÓR)</w:t>
      </w: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531"/>
        <w:gridCol w:w="851"/>
        <w:gridCol w:w="4536"/>
      </w:tblGrid>
      <w:tr w:rsidR="0072636C" w:rsidRPr="006B56FD" w14:paraId="7AAC9FB8" w14:textId="77777777" w:rsidTr="00D1440B">
        <w:trPr>
          <w:trHeight w:val="1820"/>
        </w:trPr>
        <w:tc>
          <w:tcPr>
            <w:tcW w:w="4531" w:type="dxa"/>
            <w:tcBorders>
              <w:right w:val="single" w:sz="4" w:space="0" w:color="auto"/>
            </w:tcBorders>
          </w:tcPr>
          <w:p w14:paraId="4725F227" w14:textId="77777777" w:rsidR="0072636C" w:rsidRPr="003C16EE" w:rsidRDefault="0072636C" w:rsidP="0072636C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5C7A54D" w14:textId="77777777" w:rsidR="0072636C" w:rsidRPr="003C16EE" w:rsidRDefault="0072636C" w:rsidP="0072636C">
            <w:pPr>
              <w:ind w:right="28"/>
              <w:rPr>
                <w:rFonts w:asciiTheme="minorHAnsi" w:hAnsiTheme="minorHAnsi" w:cstheme="minorHAnsi"/>
              </w:rPr>
            </w:pPr>
          </w:p>
          <w:p w14:paraId="271D3A5D" w14:textId="77777777" w:rsidR="0072636C" w:rsidRPr="003C16EE" w:rsidRDefault="0072636C" w:rsidP="0072636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754CEE3" w14:textId="77777777" w:rsidR="0072636C" w:rsidRPr="003C16EE" w:rsidRDefault="0072636C" w:rsidP="0072636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7B91B0C7" w14:textId="77777777" w:rsidR="0072636C" w:rsidRPr="003C16EE" w:rsidRDefault="0072636C" w:rsidP="0072636C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72636C" w:rsidRPr="006B56FD" w:rsidRDefault="0072636C" w:rsidP="0072636C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72636C" w:rsidRPr="006B56FD" w:rsidRDefault="0072636C" w:rsidP="0072636C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A9D4355" w14:textId="77777777" w:rsidR="0072636C" w:rsidRPr="003C16EE" w:rsidRDefault="0072636C" w:rsidP="0072636C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E2CD777" w14:textId="77777777" w:rsidR="0072636C" w:rsidRPr="005F6AA2" w:rsidRDefault="0072636C" w:rsidP="0072636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5952C3ED" w14:textId="77777777" w:rsidR="0072636C" w:rsidRPr="003C16EE" w:rsidRDefault="0072636C" w:rsidP="0072636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573330D1" w14:textId="77777777" w:rsidR="0072636C" w:rsidRPr="005F6AA2" w:rsidRDefault="0072636C" w:rsidP="0072636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61E493F8" w14:textId="77777777" w:rsidR="0072636C" w:rsidRPr="003C16EE" w:rsidRDefault="0072636C" w:rsidP="0072636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90D8D54" w:rsidR="0072636C" w:rsidRPr="006B56FD" w:rsidRDefault="0072636C" w:rsidP="0072636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7DB5C9A2" w14:textId="77777777" w:rsidR="009C490E" w:rsidRDefault="009C490E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Default="00A62B4C" w:rsidP="00A62B4C">
      <w:pPr>
        <w:rPr>
          <w:rFonts w:ascii="Verdana" w:eastAsia="Verdana" w:hAnsi="Verdana" w:cs="Times New Roman"/>
        </w:rPr>
      </w:pPr>
    </w:p>
    <w:p w14:paraId="7360A46F" w14:textId="77777777" w:rsidR="00E0421D" w:rsidRPr="00A62B4C" w:rsidRDefault="00E0421D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5313B2B1" w14:textId="77777777" w:rsidR="009C490E" w:rsidRDefault="009C490E" w:rsidP="00A62B4C">
      <w:pPr>
        <w:rPr>
          <w:rFonts w:eastAsia="Verdana" w:cs="Times New Roman"/>
          <w:szCs w:val="18"/>
        </w:rPr>
      </w:pPr>
    </w:p>
    <w:p w14:paraId="345E5D09" w14:textId="77777777" w:rsidR="00341748" w:rsidRPr="00B67D39" w:rsidRDefault="00341748" w:rsidP="00A62B4C">
      <w:pPr>
        <w:rPr>
          <w:rFonts w:eastAsia="Verdana" w:cs="Times New Roman"/>
          <w:szCs w:val="18"/>
        </w:rPr>
      </w:pPr>
    </w:p>
    <w:p w14:paraId="28DC2734" w14:textId="200647DE" w:rsidR="00381365" w:rsidRPr="00B67D39" w:rsidRDefault="00B67D39" w:rsidP="00892B16">
      <w:pPr>
        <w:spacing w:after="120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034779" w:rsidRPr="00034779">
        <w:rPr>
          <w:rFonts w:cstheme="minorHAnsi"/>
          <w:b/>
          <w:szCs w:val="18"/>
          <w:lang w:eastAsia="pl-PL"/>
        </w:rPr>
        <w:t>POST/DYS/OB/GZ/00125/2026</w:t>
      </w:r>
      <w:r w:rsidR="00034779">
        <w:rPr>
          <w:rFonts w:cstheme="minorHAnsi"/>
          <w:b/>
          <w:szCs w:val="18"/>
          <w:lang w:eastAsia="pl-PL"/>
        </w:rPr>
        <w:t xml:space="preserve"> </w:t>
      </w:r>
      <w:r w:rsidRPr="00B67D39">
        <w:rPr>
          <w:rFonts w:cstheme="minorHAnsi"/>
          <w:szCs w:val="18"/>
          <w:lang w:eastAsia="pl-PL"/>
        </w:rPr>
        <w:t xml:space="preserve">prowadzonego w trybie przetargu nieograniczonego pn. </w:t>
      </w:r>
      <w:r w:rsidR="00034779" w:rsidRPr="00034779">
        <w:rPr>
          <w:rFonts w:cstheme="minorHAnsi"/>
          <w:b/>
          <w:i/>
          <w:szCs w:val="18"/>
          <w:lang w:eastAsia="pl-PL"/>
        </w:rPr>
        <w:t>Opracowanie dokumentacji technicznej oraz wykonanie robót budowlano-montażowych związanych z kompensacją prądów ziemnozwarciowych na stacjach WN/SN na terenie Oddziału Białystok PGE Dystrybucja S.A. – 3 części</w:t>
      </w:r>
    </w:p>
    <w:p w14:paraId="45E0F981" w14:textId="6E61EBC2" w:rsidR="00A62B4C" w:rsidRDefault="00A62B4C" w:rsidP="00A62B4C">
      <w:pPr>
        <w:rPr>
          <w:rFonts w:eastAsia="Verdana" w:cs="Times New Roman"/>
          <w:szCs w:val="18"/>
        </w:rPr>
      </w:pPr>
    </w:p>
    <w:p w14:paraId="364C52B1" w14:textId="77777777" w:rsidR="00341748" w:rsidRPr="00B67D39" w:rsidRDefault="00341748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5ADBD015" w14:textId="3405BC6C" w:rsidR="00BC5583" w:rsidRDefault="00BC5583" w:rsidP="0070233A">
      <w:pPr>
        <w:pStyle w:val="Akapitzlist"/>
        <w:spacing w:line="240" w:lineRule="exact"/>
        <w:ind w:left="425" w:hanging="425"/>
        <w:contextualSpacing w:val="0"/>
        <w:rPr>
          <w:rFonts w:cstheme="minorHAnsi"/>
          <w:szCs w:val="18"/>
        </w:rPr>
      </w:pPr>
    </w:p>
    <w:p w14:paraId="755C23AF" w14:textId="77777777" w:rsidR="00341748" w:rsidRPr="0070233A" w:rsidRDefault="00341748" w:rsidP="0070233A">
      <w:pPr>
        <w:pStyle w:val="Akapitzlist"/>
        <w:spacing w:line="240" w:lineRule="exact"/>
        <w:ind w:left="425" w:hanging="425"/>
        <w:contextualSpacing w:val="0"/>
        <w:rPr>
          <w:rFonts w:cstheme="minorHAnsi"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5605BD66" w:rsid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110F2B10" w14:textId="77777777" w:rsidR="00341748" w:rsidRDefault="00341748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4AB83F4E" w14:textId="77777777" w:rsidR="00341748" w:rsidRPr="00B67D39" w:rsidRDefault="00341748" w:rsidP="00341748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341748" w:rsidRPr="00B67D39" w14:paraId="7AF808B6" w14:textId="77777777" w:rsidTr="003A3246">
        <w:tc>
          <w:tcPr>
            <w:tcW w:w="2694" w:type="dxa"/>
            <w:shd w:val="clear" w:color="auto" w:fill="F2F2F2" w:themeFill="background1" w:themeFillShade="F2"/>
          </w:tcPr>
          <w:p w14:paraId="196161DD" w14:textId="77777777" w:rsidR="00341748" w:rsidRPr="00807D09" w:rsidRDefault="00341748" w:rsidP="003A3246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47F41C8C" w14:textId="77777777" w:rsidR="00341748" w:rsidRPr="00B67D39" w:rsidRDefault="00341748" w:rsidP="003A3246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341748" w:rsidRPr="00B67D39" w14:paraId="56027CA9" w14:textId="77777777" w:rsidTr="003A3246">
        <w:tc>
          <w:tcPr>
            <w:tcW w:w="2694" w:type="dxa"/>
            <w:shd w:val="clear" w:color="auto" w:fill="F2F2F2" w:themeFill="background1" w:themeFillShade="F2"/>
          </w:tcPr>
          <w:p w14:paraId="187336DD" w14:textId="77777777" w:rsidR="00341748" w:rsidRPr="00807D09" w:rsidRDefault="00341748" w:rsidP="003A3246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170C82CC" w14:textId="77777777" w:rsidR="00341748" w:rsidRPr="00B67D39" w:rsidRDefault="00341748" w:rsidP="003A3246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341748" w:rsidRPr="00B67D39" w14:paraId="27E8B1A0" w14:textId="77777777" w:rsidTr="003A3246">
        <w:tc>
          <w:tcPr>
            <w:tcW w:w="2694" w:type="dxa"/>
            <w:shd w:val="clear" w:color="auto" w:fill="F2F2F2" w:themeFill="background1" w:themeFillShade="F2"/>
          </w:tcPr>
          <w:p w14:paraId="38755435" w14:textId="77777777" w:rsidR="00341748" w:rsidRPr="00807D09" w:rsidRDefault="00341748" w:rsidP="003A3246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082C55EA" w14:textId="77777777" w:rsidR="00341748" w:rsidRPr="00B67D39" w:rsidRDefault="00341748" w:rsidP="003A3246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341748" w:rsidRPr="00B67D39" w14:paraId="2A8017DF" w14:textId="77777777" w:rsidTr="003A3246">
        <w:tc>
          <w:tcPr>
            <w:tcW w:w="2694" w:type="dxa"/>
            <w:shd w:val="clear" w:color="auto" w:fill="F2F2F2" w:themeFill="background1" w:themeFillShade="F2"/>
          </w:tcPr>
          <w:p w14:paraId="24F302C5" w14:textId="77777777" w:rsidR="00341748" w:rsidRPr="00807D09" w:rsidRDefault="00341748" w:rsidP="003A3246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19BE0986" w14:textId="77777777" w:rsidR="00341748" w:rsidRPr="00B67D39" w:rsidRDefault="00341748" w:rsidP="003A3246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BB914C5" w14:textId="77777777" w:rsidR="008B3CA3" w:rsidRDefault="008B3CA3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5BA0ED28" w14:textId="77777777" w:rsidR="00341748" w:rsidRPr="00B67D39" w:rsidRDefault="00341748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lastRenderedPageBreak/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0E8A7BE8" w14:textId="3D45D733" w:rsidR="0070233A" w:rsidRPr="0070233A" w:rsidRDefault="00034779" w:rsidP="00B74F26">
      <w:pPr>
        <w:pStyle w:val="Akapitzlist"/>
        <w:spacing w:after="120"/>
        <w:ind w:left="1389" w:hanging="964"/>
        <w:contextualSpacing w:val="0"/>
        <w:jc w:val="both"/>
        <w:rPr>
          <w:rFonts w:cstheme="minorHAnsi"/>
          <w:b/>
          <w:szCs w:val="18"/>
        </w:rPr>
      </w:pPr>
      <w:r w:rsidRPr="00034779">
        <w:rPr>
          <w:rFonts w:cstheme="minorHAnsi"/>
          <w:b/>
          <w:szCs w:val="18"/>
        </w:rPr>
        <w:t>Część 1</w:t>
      </w:r>
      <w:r>
        <w:rPr>
          <w:rFonts w:cstheme="minorHAnsi"/>
          <w:b/>
          <w:szCs w:val="18"/>
        </w:rPr>
        <w:t xml:space="preserve"> </w:t>
      </w:r>
      <w:r w:rsidRPr="00034779">
        <w:rPr>
          <w:rFonts w:cstheme="minorHAnsi"/>
          <w:b/>
          <w:szCs w:val="18"/>
        </w:rPr>
        <w:t xml:space="preserve">- </w:t>
      </w:r>
      <w:r w:rsidR="00B74F26">
        <w:rPr>
          <w:rFonts w:cstheme="minorHAnsi"/>
          <w:b/>
          <w:szCs w:val="18"/>
        </w:rPr>
        <w:tab/>
      </w:r>
      <w:r w:rsidRPr="00034779">
        <w:rPr>
          <w:rFonts w:cstheme="minorHAnsi"/>
          <w:b/>
          <w:szCs w:val="18"/>
        </w:rPr>
        <w:t xml:space="preserve">Opracowanie dokumentacji technicznej oraz wykonanie robót budowlano-montażowych związanych z kompensacją prądów ziemnozwarciowych na stacji 110/15 </w:t>
      </w:r>
      <w:proofErr w:type="spellStart"/>
      <w:r w:rsidRPr="00034779">
        <w:rPr>
          <w:rFonts w:cstheme="minorHAnsi"/>
          <w:b/>
          <w:szCs w:val="18"/>
        </w:rPr>
        <w:t>kV</w:t>
      </w:r>
      <w:proofErr w:type="spellEnd"/>
      <w:r w:rsidRPr="00034779">
        <w:rPr>
          <w:rFonts w:cstheme="minorHAnsi"/>
          <w:b/>
          <w:szCs w:val="18"/>
        </w:rPr>
        <w:t xml:space="preserve"> Ełk 2</w:t>
      </w:r>
    </w:p>
    <w:p w14:paraId="1542AC8E" w14:textId="03254799" w:rsidR="00C6094C" w:rsidRPr="00390EF0" w:rsidRDefault="00C6094C" w:rsidP="00C6094C">
      <w:pPr>
        <w:spacing w:after="60" w:line="252" w:lineRule="auto"/>
        <w:ind w:left="357"/>
        <w:rPr>
          <w:rFonts w:cstheme="minorHAnsi"/>
          <w:sz w:val="20"/>
        </w:rPr>
      </w:pPr>
      <w:r w:rsidRPr="00390EF0">
        <w:rPr>
          <w:rFonts w:cstheme="minorHAnsi"/>
          <w:sz w:val="20"/>
        </w:rPr>
        <w:tab/>
        <w:t>Cena netto prac projektowych ..................................... zł</w:t>
      </w:r>
      <w:r w:rsidR="005D50B0">
        <w:rPr>
          <w:rFonts w:cstheme="minorHAnsi"/>
          <w:sz w:val="20"/>
        </w:rPr>
        <w:t xml:space="preserve"> </w:t>
      </w:r>
      <w:r w:rsidR="005D50B0" w:rsidRPr="005D50B0">
        <w:rPr>
          <w:rFonts w:cstheme="minorHAnsi"/>
          <w:spacing w:val="-2"/>
          <w:sz w:val="20"/>
        </w:rPr>
        <w:t>(max. 15% łącznej ceny netto)</w:t>
      </w:r>
    </w:p>
    <w:p w14:paraId="39E277F6" w14:textId="77777777" w:rsidR="00C6094C" w:rsidRPr="00390EF0" w:rsidRDefault="00C6094C" w:rsidP="00C6094C">
      <w:pPr>
        <w:spacing w:after="120" w:line="252" w:lineRule="auto"/>
        <w:ind w:left="357"/>
        <w:rPr>
          <w:rFonts w:cstheme="minorHAnsi"/>
          <w:sz w:val="20"/>
        </w:rPr>
      </w:pPr>
      <w:r w:rsidRPr="00390EF0">
        <w:rPr>
          <w:rFonts w:cstheme="minorHAnsi"/>
          <w:sz w:val="20"/>
        </w:rPr>
        <w:tab/>
        <w:t>Cena netto prac budowlanych ..................................... zł</w:t>
      </w:r>
    </w:p>
    <w:p w14:paraId="4020F0EF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Łączna c</w:t>
      </w:r>
      <w:r w:rsidRPr="0070233A">
        <w:rPr>
          <w:rFonts w:cstheme="minorHAnsi"/>
          <w:b/>
          <w:szCs w:val="18"/>
        </w:rPr>
        <w:t>ena netto ..................................... zł (słownie ........................................)</w:t>
      </w:r>
    </w:p>
    <w:p w14:paraId="4AC7CF20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 w:rsidRPr="0070233A">
        <w:rPr>
          <w:rFonts w:cstheme="minorHAnsi"/>
          <w:b/>
          <w:szCs w:val="18"/>
        </w:rPr>
        <w:t>Wartość podatku VAT .................. zł,   według stawki ……..…. %</w:t>
      </w:r>
    </w:p>
    <w:p w14:paraId="6E61D158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 w:rsidRPr="0070233A">
        <w:rPr>
          <w:rFonts w:cstheme="minorHAnsi"/>
          <w:b/>
          <w:szCs w:val="18"/>
        </w:rPr>
        <w:t>Cena brutto ................................. zł (słownie ...........................................)</w:t>
      </w:r>
    </w:p>
    <w:p w14:paraId="2A622BC5" w14:textId="77777777" w:rsidR="0070233A" w:rsidRPr="0070233A" w:rsidRDefault="0070233A" w:rsidP="009C6675">
      <w:pPr>
        <w:pStyle w:val="Akapitzlist"/>
        <w:spacing w:after="40"/>
        <w:ind w:left="425"/>
        <w:contextualSpacing w:val="0"/>
        <w:rPr>
          <w:rFonts w:cstheme="minorHAnsi"/>
          <w:b/>
          <w:szCs w:val="18"/>
        </w:rPr>
      </w:pPr>
    </w:p>
    <w:p w14:paraId="1335F258" w14:textId="3B5D904D" w:rsidR="0070233A" w:rsidRPr="0070233A" w:rsidRDefault="00FD7AD1" w:rsidP="00B74F26">
      <w:pPr>
        <w:pStyle w:val="Akapitzlist"/>
        <w:spacing w:after="120"/>
        <w:ind w:left="1389" w:hanging="964"/>
        <w:contextualSpacing w:val="0"/>
        <w:jc w:val="both"/>
        <w:rPr>
          <w:rFonts w:cstheme="minorHAnsi"/>
          <w:b/>
          <w:szCs w:val="18"/>
        </w:rPr>
      </w:pPr>
      <w:r w:rsidRPr="00FD7AD1">
        <w:rPr>
          <w:rFonts w:cstheme="minorHAnsi"/>
          <w:b/>
          <w:szCs w:val="18"/>
        </w:rPr>
        <w:t xml:space="preserve">Część 2 - </w:t>
      </w:r>
      <w:r w:rsidR="00B74F26">
        <w:rPr>
          <w:rFonts w:cstheme="minorHAnsi"/>
          <w:b/>
          <w:szCs w:val="18"/>
        </w:rPr>
        <w:tab/>
      </w:r>
      <w:r w:rsidRPr="00FD7AD1">
        <w:rPr>
          <w:rFonts w:cstheme="minorHAnsi"/>
          <w:b/>
          <w:szCs w:val="18"/>
        </w:rPr>
        <w:t xml:space="preserve">Opracowanie dokumentacji technicznej oraz wykonanie robót budowlano-montażowych związanych z kompensacją prądów ziemnozwarciowych na stacji 110/15 </w:t>
      </w:r>
      <w:proofErr w:type="spellStart"/>
      <w:r w:rsidRPr="00FD7AD1">
        <w:rPr>
          <w:rFonts w:cstheme="minorHAnsi"/>
          <w:b/>
          <w:szCs w:val="18"/>
        </w:rPr>
        <w:t>kV</w:t>
      </w:r>
      <w:proofErr w:type="spellEnd"/>
      <w:r w:rsidRPr="00FD7AD1">
        <w:rPr>
          <w:rFonts w:cstheme="minorHAnsi"/>
          <w:b/>
          <w:szCs w:val="18"/>
        </w:rPr>
        <w:t xml:space="preserve"> Mońki</w:t>
      </w:r>
    </w:p>
    <w:p w14:paraId="174DACCB" w14:textId="5F53C8EF" w:rsidR="00C6094C" w:rsidRPr="00390EF0" w:rsidRDefault="00C6094C" w:rsidP="00C6094C">
      <w:pPr>
        <w:spacing w:after="60" w:line="252" w:lineRule="auto"/>
        <w:ind w:left="357"/>
        <w:rPr>
          <w:rFonts w:cstheme="minorHAnsi"/>
          <w:sz w:val="20"/>
        </w:rPr>
      </w:pPr>
      <w:r w:rsidRPr="00390EF0">
        <w:rPr>
          <w:rFonts w:cstheme="minorHAnsi"/>
          <w:sz w:val="20"/>
        </w:rPr>
        <w:tab/>
        <w:t>Cena netto prac projektowych ..................................... zł</w:t>
      </w:r>
      <w:r w:rsidR="005D50B0">
        <w:rPr>
          <w:rFonts w:cstheme="minorHAnsi"/>
          <w:sz w:val="20"/>
        </w:rPr>
        <w:t xml:space="preserve"> </w:t>
      </w:r>
      <w:r w:rsidR="005D50B0" w:rsidRPr="005D50B0">
        <w:rPr>
          <w:rFonts w:cstheme="minorHAnsi"/>
          <w:spacing w:val="-2"/>
          <w:sz w:val="20"/>
        </w:rPr>
        <w:t>(max. 15% łącznej ceny netto)</w:t>
      </w:r>
    </w:p>
    <w:p w14:paraId="19EAB47A" w14:textId="77777777" w:rsidR="00C6094C" w:rsidRPr="00390EF0" w:rsidRDefault="00C6094C" w:rsidP="00C6094C">
      <w:pPr>
        <w:spacing w:after="120" w:line="252" w:lineRule="auto"/>
        <w:ind w:left="357"/>
        <w:rPr>
          <w:rFonts w:cstheme="minorHAnsi"/>
          <w:sz w:val="20"/>
        </w:rPr>
      </w:pPr>
      <w:r w:rsidRPr="00390EF0">
        <w:rPr>
          <w:rFonts w:cstheme="minorHAnsi"/>
          <w:sz w:val="20"/>
        </w:rPr>
        <w:tab/>
        <w:t>Cena netto prac budowlanych ..................................... zł</w:t>
      </w:r>
    </w:p>
    <w:p w14:paraId="5C1A5FCB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Łączna c</w:t>
      </w:r>
      <w:r w:rsidRPr="0070233A">
        <w:rPr>
          <w:rFonts w:cstheme="minorHAnsi"/>
          <w:b/>
          <w:szCs w:val="18"/>
        </w:rPr>
        <w:t>ena netto ..................................... zł (słownie ........................................)</w:t>
      </w:r>
    </w:p>
    <w:p w14:paraId="7AD9E6C7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 w:rsidRPr="0070233A">
        <w:rPr>
          <w:rFonts w:cstheme="minorHAnsi"/>
          <w:b/>
          <w:szCs w:val="18"/>
        </w:rPr>
        <w:t>Wartość podatku VAT .................. zł,   według stawki ……..…. %</w:t>
      </w:r>
    </w:p>
    <w:p w14:paraId="1477600C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 w:rsidRPr="0070233A">
        <w:rPr>
          <w:rFonts w:cstheme="minorHAnsi"/>
          <w:b/>
          <w:szCs w:val="18"/>
        </w:rPr>
        <w:t>Cena brutto ................................. zł (słownie ...........................................)</w:t>
      </w:r>
    </w:p>
    <w:p w14:paraId="1289DEA8" w14:textId="6F558994" w:rsidR="009C6675" w:rsidRPr="0070233A" w:rsidRDefault="009C6675" w:rsidP="008B3CA3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</w:p>
    <w:p w14:paraId="178CC75A" w14:textId="306650E9" w:rsidR="0070233A" w:rsidRPr="0070233A" w:rsidRDefault="00FD7AD1" w:rsidP="00B74F26">
      <w:pPr>
        <w:pStyle w:val="Akapitzlist"/>
        <w:spacing w:after="120"/>
        <w:ind w:left="1389" w:hanging="964"/>
        <w:contextualSpacing w:val="0"/>
        <w:jc w:val="both"/>
        <w:rPr>
          <w:rFonts w:cstheme="minorHAnsi"/>
          <w:b/>
          <w:szCs w:val="18"/>
        </w:rPr>
      </w:pPr>
      <w:r w:rsidRPr="00FD7AD1">
        <w:rPr>
          <w:rFonts w:cstheme="minorHAnsi"/>
          <w:b/>
          <w:szCs w:val="18"/>
        </w:rPr>
        <w:t>Część 3 –</w:t>
      </w:r>
      <w:r w:rsidR="00B74F26">
        <w:rPr>
          <w:rFonts w:cstheme="minorHAnsi"/>
          <w:b/>
          <w:szCs w:val="18"/>
        </w:rPr>
        <w:tab/>
      </w:r>
      <w:r w:rsidRPr="00FD7AD1">
        <w:rPr>
          <w:rFonts w:cstheme="minorHAnsi"/>
          <w:b/>
          <w:szCs w:val="18"/>
        </w:rPr>
        <w:t xml:space="preserve">Opracowanie dokumentacji technicznej oraz wykonanie robót budowlano-montażowych związanych z kompensacją prądów ziemnozwarciowych na stacji 110/15 </w:t>
      </w:r>
      <w:proofErr w:type="spellStart"/>
      <w:r w:rsidRPr="00FD7AD1">
        <w:rPr>
          <w:rFonts w:cstheme="minorHAnsi"/>
          <w:b/>
          <w:szCs w:val="18"/>
        </w:rPr>
        <w:t>kV</w:t>
      </w:r>
      <w:proofErr w:type="spellEnd"/>
      <w:r w:rsidRPr="00FD7AD1">
        <w:rPr>
          <w:rFonts w:cstheme="minorHAnsi"/>
          <w:b/>
          <w:szCs w:val="18"/>
        </w:rPr>
        <w:t xml:space="preserve"> Wasilków</w:t>
      </w:r>
    </w:p>
    <w:p w14:paraId="74D4966F" w14:textId="1663A77F" w:rsidR="00C6094C" w:rsidRPr="00390EF0" w:rsidRDefault="00C6094C" w:rsidP="00C6094C">
      <w:pPr>
        <w:spacing w:after="60" w:line="252" w:lineRule="auto"/>
        <w:ind w:left="357"/>
        <w:rPr>
          <w:rFonts w:cstheme="minorHAnsi"/>
          <w:sz w:val="20"/>
        </w:rPr>
      </w:pPr>
      <w:r w:rsidRPr="00390EF0">
        <w:rPr>
          <w:rFonts w:cstheme="minorHAnsi"/>
          <w:sz w:val="20"/>
        </w:rPr>
        <w:tab/>
        <w:t>Cena netto prac projektowych ..................................... zł</w:t>
      </w:r>
      <w:r w:rsidR="005D50B0">
        <w:rPr>
          <w:rFonts w:cstheme="minorHAnsi"/>
          <w:sz w:val="20"/>
        </w:rPr>
        <w:t xml:space="preserve"> </w:t>
      </w:r>
      <w:r w:rsidR="005D50B0" w:rsidRPr="005D50B0">
        <w:rPr>
          <w:rFonts w:cstheme="minorHAnsi"/>
          <w:spacing w:val="-2"/>
          <w:sz w:val="20"/>
        </w:rPr>
        <w:t>(max. 15% łącznej ceny netto)</w:t>
      </w:r>
    </w:p>
    <w:p w14:paraId="1A9C0E8C" w14:textId="77777777" w:rsidR="00C6094C" w:rsidRPr="00390EF0" w:rsidRDefault="00C6094C" w:rsidP="00C6094C">
      <w:pPr>
        <w:spacing w:after="120" w:line="252" w:lineRule="auto"/>
        <w:ind w:left="357"/>
        <w:rPr>
          <w:rFonts w:cstheme="minorHAnsi"/>
          <w:sz w:val="20"/>
        </w:rPr>
      </w:pPr>
      <w:r w:rsidRPr="00390EF0">
        <w:rPr>
          <w:rFonts w:cstheme="minorHAnsi"/>
          <w:sz w:val="20"/>
        </w:rPr>
        <w:tab/>
        <w:t>Cena netto prac budowlanych ..................................... zł</w:t>
      </w:r>
    </w:p>
    <w:p w14:paraId="6FE6CBD3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Łączna c</w:t>
      </w:r>
      <w:r w:rsidRPr="0070233A">
        <w:rPr>
          <w:rFonts w:cstheme="minorHAnsi"/>
          <w:b/>
          <w:szCs w:val="18"/>
        </w:rPr>
        <w:t>ena netto ..................................... zł (słownie ........................................)</w:t>
      </w:r>
    </w:p>
    <w:p w14:paraId="04265BFC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 w:rsidRPr="0070233A">
        <w:rPr>
          <w:rFonts w:cstheme="minorHAnsi"/>
          <w:b/>
          <w:szCs w:val="18"/>
        </w:rPr>
        <w:t>Wartość podatku VAT .................. zł,   według stawki ……..…. %</w:t>
      </w:r>
    </w:p>
    <w:p w14:paraId="4EA38F9D" w14:textId="77777777" w:rsidR="00C6094C" w:rsidRPr="0070233A" w:rsidRDefault="00C6094C" w:rsidP="00C6094C">
      <w:pPr>
        <w:pStyle w:val="Akapitzlist"/>
        <w:spacing w:after="120"/>
        <w:ind w:left="425"/>
        <w:contextualSpacing w:val="0"/>
        <w:rPr>
          <w:rFonts w:cstheme="minorHAnsi"/>
          <w:b/>
          <w:szCs w:val="18"/>
        </w:rPr>
      </w:pPr>
      <w:r w:rsidRPr="0070233A">
        <w:rPr>
          <w:rFonts w:cstheme="minorHAnsi"/>
          <w:b/>
          <w:szCs w:val="18"/>
        </w:rPr>
        <w:t>Cena brutto ................................. zł (słownie ...........................................)</w:t>
      </w:r>
    </w:p>
    <w:p w14:paraId="3A98D859" w14:textId="77777777" w:rsidR="005D50B0" w:rsidRPr="00B67D39" w:rsidRDefault="005D50B0" w:rsidP="009B670E">
      <w:pPr>
        <w:spacing w:after="0"/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369DDDD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Spełniamy warunki udziału w postępowaniu wskazane w pkt. 1.2 Załącznika nr 2 do SWZ, jeśli Zamawiający wskazał takie warunki.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</w:t>
      </w:r>
      <w:r w:rsidRPr="00B67D39">
        <w:rPr>
          <w:rFonts w:cstheme="minorHAnsi"/>
          <w:szCs w:val="18"/>
          <w:lang w:eastAsia="pl-PL"/>
        </w:rPr>
        <w:lastRenderedPageBreak/>
        <w:t>dokumentów. 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652EC8E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72261B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72261B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9C6675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9C6675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9C6675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9C6675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9C6675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9C6675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9C6675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0FC262DF" w:rsidR="00B67D39" w:rsidRPr="008E5C9C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8E5C9C">
        <w:rPr>
          <w:rFonts w:cstheme="minorHAnsi"/>
          <w:iCs/>
          <w:szCs w:val="18"/>
        </w:rPr>
        <w:t>Wybór naszej Oferty</w:t>
      </w:r>
      <w:r w:rsidRPr="008E5C9C">
        <w:rPr>
          <w:rFonts w:cstheme="minorHAnsi"/>
          <w:iCs/>
          <w:szCs w:val="18"/>
          <w:vertAlign w:val="superscript"/>
        </w:rPr>
        <w:footnoteReference w:id="4"/>
      </w:r>
      <w:r w:rsidRPr="008E5C9C">
        <w:rPr>
          <w:rFonts w:cstheme="minorHAnsi"/>
          <w:iCs/>
          <w:szCs w:val="18"/>
        </w:rPr>
        <w:t xml:space="preserve"> </w:t>
      </w:r>
      <w:r w:rsidR="008E5C9C" w:rsidRPr="008E5C9C">
        <w:rPr>
          <w:rFonts w:cstheme="minorHAnsi"/>
          <w:iCs/>
          <w:szCs w:val="18"/>
        </w:rPr>
        <w:t>(</w:t>
      </w:r>
      <w:r w:rsidRPr="008E5C9C">
        <w:rPr>
          <w:rFonts w:cstheme="minorHAnsi"/>
          <w:iCs/>
          <w:szCs w:val="18"/>
        </w:rPr>
        <w:t>dotyczy wykonawców zagranicznych</w:t>
      </w:r>
      <w:r w:rsidR="008E5C9C" w:rsidRPr="008E5C9C">
        <w:rPr>
          <w:rFonts w:cstheme="minorHAnsi"/>
          <w:iCs/>
          <w:szCs w:val="18"/>
        </w:rPr>
        <w:t>)</w:t>
      </w:r>
      <w:r w:rsidRPr="008E5C9C">
        <w:rPr>
          <w:rFonts w:cstheme="minorHAnsi"/>
          <w:iCs/>
          <w:szCs w:val="18"/>
        </w:rPr>
        <w:t>:</w:t>
      </w:r>
    </w:p>
    <w:p w14:paraId="79B03F1A" w14:textId="77777777" w:rsidR="00B67D39" w:rsidRPr="00B67D39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nie 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</w:t>
      </w:r>
    </w:p>
    <w:p w14:paraId="7971B95C" w14:textId="77777777" w:rsidR="00B67D39" w:rsidRPr="00B67D39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 Wskazujemy nazw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 xml:space="preserve"> (rodzaj) towaru lub us</w:t>
      </w:r>
      <w:r w:rsidRPr="00B67D39">
        <w:rPr>
          <w:rFonts w:cs="Calibri"/>
          <w:iCs/>
          <w:szCs w:val="18"/>
        </w:rPr>
        <w:t>ł</w:t>
      </w:r>
      <w:r w:rsidRPr="00B67D39">
        <w:rPr>
          <w:rFonts w:cstheme="minorHAnsi"/>
          <w:iCs/>
          <w:szCs w:val="18"/>
        </w:rPr>
        <w:t>ugi, kt</w:t>
      </w:r>
      <w:r w:rsidRPr="00B67D39">
        <w:rPr>
          <w:rFonts w:cs="Calibri"/>
          <w:iCs/>
          <w:szCs w:val="18"/>
        </w:rPr>
        <w:t>ó</w:t>
      </w:r>
      <w:r w:rsidRPr="00B67D39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24FEC830" w14:textId="2270DF78" w:rsidR="00DA6244" w:rsidRPr="00BE6330" w:rsidRDefault="00B67D39" w:rsidP="00DA6244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5"/>
      </w:r>
    </w:p>
    <w:p w14:paraId="1073373E" w14:textId="356ECEDC" w:rsid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5CC7ED33" w14:textId="5DEF2766" w:rsidR="008F4BDD" w:rsidRDefault="008F4BDD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8F4BDD">
        <w:rPr>
          <w:rFonts w:cstheme="minorHAnsi"/>
          <w:b/>
          <w:bCs/>
          <w:szCs w:val="18"/>
          <w:lang w:eastAsia="pl-PL"/>
        </w:rPr>
        <w:t>Wadium</w:t>
      </w:r>
      <w:r w:rsidRPr="008F4BDD">
        <w:rPr>
          <w:rFonts w:cstheme="minorHAnsi"/>
          <w:szCs w:val="18"/>
          <w:lang w:eastAsia="pl-PL"/>
        </w:rPr>
        <w:t xml:space="preserve"> o wartości ……………………………… zł zostało wniesione w formie ………………………………………………………</w:t>
      </w:r>
    </w:p>
    <w:p w14:paraId="3BB27B39" w14:textId="770FC363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</w:t>
      </w:r>
      <w:r w:rsidR="00974800">
        <w:rPr>
          <w:rFonts w:cstheme="minorHAnsi"/>
          <w:szCs w:val="18"/>
          <w:lang w:eastAsia="pl-PL"/>
        </w:rPr>
        <w:t> </w:t>
      </w:r>
      <w:r w:rsidRPr="00B67D39">
        <w:rPr>
          <w:rFonts w:cstheme="minorHAnsi"/>
          <w:szCs w:val="18"/>
          <w:lang w:eastAsia="pl-PL"/>
        </w:rPr>
        <w:t xml:space="preserve">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69FA0A7A" w:rsidR="00B67D39" w:rsidRPr="00B242E8" w:rsidRDefault="00B242E8" w:rsidP="00B242E8">
      <w:pPr>
        <w:spacing w:before="120"/>
        <w:ind w:left="786"/>
        <w:jc w:val="both"/>
        <w:rPr>
          <w:rFonts w:cstheme="minorHAnsi"/>
          <w:szCs w:val="18"/>
        </w:rPr>
      </w:pPr>
      <w:r w:rsidRPr="00B242E8">
        <w:rPr>
          <w:rFonts w:cstheme="minorHAnsi"/>
          <w:szCs w:val="18"/>
        </w:rPr>
        <w:t>1</w:t>
      </w:r>
      <w:r w:rsidR="00143679">
        <w:rPr>
          <w:rFonts w:cstheme="minorHAnsi"/>
          <w:szCs w:val="18"/>
        </w:rPr>
        <w:t>4</w:t>
      </w:r>
      <w:r w:rsidRPr="00B242E8">
        <w:rPr>
          <w:rFonts w:cstheme="minorHAnsi"/>
          <w:szCs w:val="18"/>
        </w:rPr>
        <w:t xml:space="preserve">.1. </w:t>
      </w:r>
      <w:r>
        <w:rPr>
          <w:rFonts w:cstheme="minorHAnsi"/>
          <w:szCs w:val="18"/>
        </w:rPr>
        <w:tab/>
      </w:r>
      <w:r w:rsidR="00B67D39" w:rsidRPr="00B242E8">
        <w:rPr>
          <w:rFonts w:cstheme="minorHAnsi"/>
          <w:szCs w:val="18"/>
        </w:rPr>
        <w:t>Oświadczamy, że wypełniliśmy obowiązki informacyjne przewidzi</w:t>
      </w:r>
      <w:r w:rsidR="00BE6330" w:rsidRPr="00B242E8">
        <w:rPr>
          <w:rFonts w:cstheme="minorHAnsi"/>
          <w:szCs w:val="18"/>
        </w:rPr>
        <w:t xml:space="preserve">ane w art. 13 lub art. 14 RODO </w:t>
      </w:r>
      <w:r w:rsidR="00B67D39" w:rsidRPr="00B242E8">
        <w:rPr>
          <w:rFonts w:cstheme="minorHAnsi"/>
          <w:szCs w:val="18"/>
        </w:rPr>
        <w:t>wobec osób fizycznych, od których dane osobowe bezpośrednio lub pośrednio pozyskaliśmy w celu ubiegania się o udzielenie Zakupu w niniejszym postępowaniu.</w:t>
      </w:r>
      <w:r w:rsidR="00B67D39" w:rsidRPr="009C6675">
        <w:rPr>
          <w:rStyle w:val="Odwoanieprzypisudolnego"/>
          <w:rFonts w:cstheme="minorHAnsi"/>
          <w:szCs w:val="18"/>
        </w:rPr>
        <w:footnoteReference w:id="6"/>
      </w:r>
    </w:p>
    <w:p w14:paraId="07B95326" w14:textId="5E2430E3" w:rsidR="00B67D39" w:rsidRPr="00B242E8" w:rsidRDefault="00B242E8" w:rsidP="00B242E8">
      <w:pPr>
        <w:spacing w:before="120"/>
        <w:ind w:left="786"/>
        <w:jc w:val="both"/>
        <w:rPr>
          <w:rFonts w:cstheme="minorHAnsi"/>
          <w:szCs w:val="18"/>
        </w:rPr>
      </w:pPr>
      <w:r w:rsidRPr="00B242E8">
        <w:rPr>
          <w:rFonts w:cstheme="minorHAnsi"/>
          <w:szCs w:val="18"/>
          <w:lang w:eastAsia="pl-PL"/>
        </w:rPr>
        <w:t>1</w:t>
      </w:r>
      <w:r w:rsidR="00143679">
        <w:rPr>
          <w:rFonts w:cstheme="minorHAnsi"/>
          <w:szCs w:val="18"/>
          <w:lang w:eastAsia="pl-PL"/>
        </w:rPr>
        <w:t>4</w:t>
      </w:r>
      <w:r w:rsidRPr="00B242E8">
        <w:rPr>
          <w:rFonts w:cstheme="minorHAnsi"/>
          <w:szCs w:val="18"/>
          <w:lang w:eastAsia="pl-PL"/>
        </w:rPr>
        <w:t xml:space="preserve">.2. </w:t>
      </w:r>
      <w:r>
        <w:rPr>
          <w:rFonts w:cstheme="minorHAnsi"/>
          <w:szCs w:val="18"/>
          <w:lang w:eastAsia="pl-PL"/>
        </w:rPr>
        <w:tab/>
      </w:r>
      <w:r w:rsidR="00B67D39" w:rsidRPr="00B242E8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Znane są nam wszelkie obowiązki wynikające z obowiązujących przepisów o ochronie danych osobowych, w tym przepisów RODO, które zobowiązujemy się wykonywać jako podmiot </w:t>
      </w:r>
      <w:r w:rsidRPr="00B67D39">
        <w:rPr>
          <w:rFonts w:cstheme="minorHAnsi"/>
          <w:szCs w:val="18"/>
          <w:lang w:eastAsia="pl-PL"/>
        </w:rPr>
        <w:lastRenderedPageBreak/>
        <w:t>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4970CE2A" w:rsidR="00B67D39" w:rsidRPr="00B67D39" w:rsidRDefault="0072261B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892B16" w:rsidRPr="00830868">
          <w:rPr>
            <w:rStyle w:val="Hipercze"/>
            <w:rFonts w:cstheme="minorHAnsi"/>
            <w:sz w:val="18"/>
            <w:szCs w:val="18"/>
          </w:rPr>
          <w:t>https://pgedystrybucja.pl/przetargi</w:t>
        </w:r>
      </w:hyperlink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08B8521C" w:rsidR="00B67D39" w:rsidRDefault="0072261B" w:rsidP="00CF1059">
      <w:pPr>
        <w:pStyle w:val="Akapitzlist"/>
        <w:spacing w:before="120" w:after="120" w:line="240" w:lineRule="exact"/>
        <w:ind w:left="1418" w:hanging="2"/>
        <w:jc w:val="both"/>
        <w:rPr>
          <w:rStyle w:val="Hipercze"/>
          <w:rFonts w:cstheme="minorHAnsi"/>
          <w:sz w:val="18"/>
          <w:szCs w:val="18"/>
        </w:rPr>
      </w:pPr>
      <w:hyperlink r:id="rId12" w:history="1">
        <w:r w:rsidR="00892B16" w:rsidRPr="00830868">
          <w:rPr>
            <w:rStyle w:val="Hipercze"/>
            <w:rFonts w:cstheme="minorHAnsi"/>
            <w:sz w:val="18"/>
            <w:szCs w:val="18"/>
          </w:rPr>
          <w:t>https://pgedystrybucja.pl/przetargi</w:t>
        </w:r>
      </w:hyperlink>
    </w:p>
    <w:p w14:paraId="625FD2D5" w14:textId="77777777" w:rsidR="00143679" w:rsidRPr="00B67D39" w:rsidRDefault="00143679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</w:p>
    <w:p w14:paraId="6733086F" w14:textId="2E8961C3" w:rsidR="00B67D39" w:rsidRPr="00DA6244" w:rsidRDefault="00CF1059" w:rsidP="00A42211">
      <w:pPr>
        <w:pStyle w:val="Akapitzlist"/>
        <w:numPr>
          <w:ilvl w:val="1"/>
          <w:numId w:val="29"/>
        </w:numPr>
        <w:spacing w:before="120" w:after="120" w:line="240" w:lineRule="exact"/>
        <w:ind w:left="1417" w:hanging="425"/>
        <w:contextualSpacing w:val="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2BD77FBD" w14:textId="74B1A969" w:rsidR="00B67D39" w:rsidRPr="00B67D39" w:rsidRDefault="00B67D39" w:rsidP="00A42211">
      <w:pPr>
        <w:pStyle w:val="Akapitzlist"/>
        <w:numPr>
          <w:ilvl w:val="3"/>
          <w:numId w:val="30"/>
        </w:numPr>
        <w:spacing w:after="120" w:line="240" w:lineRule="exact"/>
        <w:ind w:left="425" w:hanging="425"/>
        <w:contextualSpacing w:val="0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</w:t>
      </w:r>
      <w:r w:rsidR="00892B16">
        <w:rPr>
          <w:rFonts w:cstheme="minorHAnsi"/>
          <w:szCs w:val="18"/>
          <w:lang w:eastAsia="pl-PL"/>
        </w:rPr>
        <w:t> </w:t>
      </w:r>
      <w:r w:rsidRPr="00B67D39">
        <w:rPr>
          <w:rFonts w:cstheme="minorHAnsi"/>
          <w:szCs w:val="18"/>
          <w:lang w:eastAsia="pl-PL"/>
        </w:rPr>
        <w:t xml:space="preserve"> niniejszym postępowaniem zakupowym.</w:t>
      </w:r>
    </w:p>
    <w:p w14:paraId="054C4157" w14:textId="2F55C70B" w:rsidR="00B67D39" w:rsidRPr="00B67D39" w:rsidRDefault="00B67D39" w:rsidP="0015285C">
      <w:pPr>
        <w:pStyle w:val="Akapitzlist"/>
        <w:numPr>
          <w:ilvl w:val="3"/>
          <w:numId w:val="30"/>
        </w:numPr>
        <w:spacing w:after="60"/>
        <w:ind w:left="425" w:hanging="425"/>
        <w:contextualSpacing w:val="0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447098D1" w14:textId="77777777" w:rsidR="00DA6244" w:rsidRDefault="00DA6244" w:rsidP="009B67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</w:p>
    <w:p w14:paraId="4CD63B3C" w14:textId="77777777" w:rsidR="00143679" w:rsidRDefault="00143679" w:rsidP="009B67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</w:p>
    <w:p w14:paraId="32882F79" w14:textId="77777777" w:rsidR="00143679" w:rsidRDefault="00143679" w:rsidP="009B67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</w:p>
    <w:p w14:paraId="3B8AEF2A" w14:textId="5C6FB49B" w:rsidR="009B670E" w:rsidRPr="009C2468" w:rsidRDefault="009B670E" w:rsidP="009B67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5C05ECC8" w14:textId="77777777" w:rsidR="009B670E" w:rsidRDefault="009B670E" w:rsidP="009B67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4BB21D18" w14:textId="5AFAE0C1" w:rsidR="00381365" w:rsidRPr="00DA6244" w:rsidRDefault="009B670E" w:rsidP="00DA6244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sectPr w:rsidR="00381365" w:rsidRPr="00DA6244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D8F8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2E8">
          <w:rPr>
            <w:noProof/>
          </w:rPr>
          <w:t>4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4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5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6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3B31DBC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1F85AB6" w:rsidR="00347E8D" w:rsidRPr="006B2C28" w:rsidRDefault="00034779" w:rsidP="00B20E9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34779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A8C72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614C9"/>
    <w:multiLevelType w:val="hybridMultilevel"/>
    <w:tmpl w:val="137CD9EE"/>
    <w:lvl w:ilvl="0" w:tplc="4D8A1444">
      <w:start w:val="1"/>
      <w:numFmt w:val="decimal"/>
      <w:lvlText w:val="14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13927011">
    <w:abstractNumId w:val="19"/>
  </w:num>
  <w:num w:numId="2" w16cid:durableId="348920177">
    <w:abstractNumId w:val="8"/>
  </w:num>
  <w:num w:numId="3" w16cid:durableId="1501387164">
    <w:abstractNumId w:val="14"/>
  </w:num>
  <w:num w:numId="4" w16cid:durableId="1505127559">
    <w:abstractNumId w:val="21"/>
  </w:num>
  <w:num w:numId="5" w16cid:durableId="1722972275">
    <w:abstractNumId w:val="19"/>
  </w:num>
  <w:num w:numId="6" w16cid:durableId="214782303">
    <w:abstractNumId w:val="19"/>
  </w:num>
  <w:num w:numId="7" w16cid:durableId="595669727">
    <w:abstractNumId w:val="4"/>
  </w:num>
  <w:num w:numId="8" w16cid:durableId="245846255">
    <w:abstractNumId w:val="28"/>
  </w:num>
  <w:num w:numId="9" w16cid:durableId="1332560477">
    <w:abstractNumId w:val="18"/>
  </w:num>
  <w:num w:numId="10" w16cid:durableId="2069257413">
    <w:abstractNumId w:val="5"/>
  </w:num>
  <w:num w:numId="11" w16cid:durableId="5790182">
    <w:abstractNumId w:val="15"/>
  </w:num>
  <w:num w:numId="12" w16cid:durableId="803473767">
    <w:abstractNumId w:val="13"/>
  </w:num>
  <w:num w:numId="13" w16cid:durableId="775099959">
    <w:abstractNumId w:val="27"/>
  </w:num>
  <w:num w:numId="14" w16cid:durableId="1161197651">
    <w:abstractNumId w:val="23"/>
  </w:num>
  <w:num w:numId="15" w16cid:durableId="437144589">
    <w:abstractNumId w:val="17"/>
  </w:num>
  <w:num w:numId="16" w16cid:durableId="1025521319">
    <w:abstractNumId w:val="10"/>
  </w:num>
  <w:num w:numId="17" w16cid:durableId="1877622909">
    <w:abstractNumId w:val="6"/>
  </w:num>
  <w:num w:numId="18" w16cid:durableId="2588021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9583358">
    <w:abstractNumId w:val="1"/>
  </w:num>
  <w:num w:numId="20" w16cid:durableId="96029459">
    <w:abstractNumId w:val="29"/>
  </w:num>
  <w:num w:numId="21" w16cid:durableId="452554807">
    <w:abstractNumId w:val="2"/>
  </w:num>
  <w:num w:numId="22" w16cid:durableId="1785686018">
    <w:abstractNumId w:val="16"/>
  </w:num>
  <w:num w:numId="23" w16cid:durableId="1537890661">
    <w:abstractNumId w:val="11"/>
  </w:num>
  <w:num w:numId="24" w16cid:durableId="1123231576">
    <w:abstractNumId w:val="22"/>
  </w:num>
  <w:num w:numId="25" w16cid:durableId="1233345816">
    <w:abstractNumId w:val="26"/>
  </w:num>
  <w:num w:numId="26" w16cid:durableId="1306935112">
    <w:abstractNumId w:val="3"/>
  </w:num>
  <w:num w:numId="27" w16cid:durableId="511532947">
    <w:abstractNumId w:val="25"/>
  </w:num>
  <w:num w:numId="28" w16cid:durableId="449780836">
    <w:abstractNumId w:val="24"/>
  </w:num>
  <w:num w:numId="29" w16cid:durableId="4348632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5277777">
    <w:abstractNumId w:val="20"/>
  </w:num>
  <w:num w:numId="31" w16cid:durableId="730006212">
    <w:abstractNumId w:val="12"/>
  </w:num>
  <w:num w:numId="32" w16cid:durableId="147741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0BFA"/>
    <w:rsid w:val="0002424F"/>
    <w:rsid w:val="00027947"/>
    <w:rsid w:val="00033582"/>
    <w:rsid w:val="00034779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5A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3679"/>
    <w:rsid w:val="00145125"/>
    <w:rsid w:val="0014785F"/>
    <w:rsid w:val="0015285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6F04"/>
    <w:rsid w:val="0024291C"/>
    <w:rsid w:val="00257F22"/>
    <w:rsid w:val="00264A06"/>
    <w:rsid w:val="00265B9D"/>
    <w:rsid w:val="00270752"/>
    <w:rsid w:val="002743D5"/>
    <w:rsid w:val="002768AC"/>
    <w:rsid w:val="00293502"/>
    <w:rsid w:val="002A3129"/>
    <w:rsid w:val="002A48F7"/>
    <w:rsid w:val="002B5C62"/>
    <w:rsid w:val="002C470F"/>
    <w:rsid w:val="002D4CAD"/>
    <w:rsid w:val="002F10CA"/>
    <w:rsid w:val="00303C67"/>
    <w:rsid w:val="00310CB3"/>
    <w:rsid w:val="0034174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F9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1D0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7F79"/>
    <w:rsid w:val="004925D9"/>
    <w:rsid w:val="00492AEE"/>
    <w:rsid w:val="00496273"/>
    <w:rsid w:val="004A3674"/>
    <w:rsid w:val="004A723C"/>
    <w:rsid w:val="004B29F9"/>
    <w:rsid w:val="004B726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6DD9"/>
    <w:rsid w:val="005B24A8"/>
    <w:rsid w:val="005B2B6D"/>
    <w:rsid w:val="005B3F04"/>
    <w:rsid w:val="005B6DC6"/>
    <w:rsid w:val="005C6812"/>
    <w:rsid w:val="005D118B"/>
    <w:rsid w:val="005D2ABD"/>
    <w:rsid w:val="005D2D85"/>
    <w:rsid w:val="005D50B0"/>
    <w:rsid w:val="005D74EB"/>
    <w:rsid w:val="005E4AA3"/>
    <w:rsid w:val="005E79E5"/>
    <w:rsid w:val="00623B01"/>
    <w:rsid w:val="00625BB0"/>
    <w:rsid w:val="006261BB"/>
    <w:rsid w:val="006313C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A749B"/>
    <w:rsid w:val="006B2C26"/>
    <w:rsid w:val="006B49A3"/>
    <w:rsid w:val="006C4791"/>
    <w:rsid w:val="006C4B70"/>
    <w:rsid w:val="006C6089"/>
    <w:rsid w:val="006D16F1"/>
    <w:rsid w:val="006E100D"/>
    <w:rsid w:val="006E2000"/>
    <w:rsid w:val="006E4AC6"/>
    <w:rsid w:val="006E5EF6"/>
    <w:rsid w:val="006F3B57"/>
    <w:rsid w:val="006F5F72"/>
    <w:rsid w:val="0070233A"/>
    <w:rsid w:val="00710355"/>
    <w:rsid w:val="00715360"/>
    <w:rsid w:val="00720ED1"/>
    <w:rsid w:val="0072261B"/>
    <w:rsid w:val="007246D0"/>
    <w:rsid w:val="0072636C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C6BD7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B16"/>
    <w:rsid w:val="00896A77"/>
    <w:rsid w:val="008A7413"/>
    <w:rsid w:val="008B3CA3"/>
    <w:rsid w:val="008B6316"/>
    <w:rsid w:val="008C619A"/>
    <w:rsid w:val="008C74CA"/>
    <w:rsid w:val="008C75AB"/>
    <w:rsid w:val="008D4830"/>
    <w:rsid w:val="008D6A33"/>
    <w:rsid w:val="008D6FD3"/>
    <w:rsid w:val="008E2EA9"/>
    <w:rsid w:val="008E41A4"/>
    <w:rsid w:val="008E4838"/>
    <w:rsid w:val="008E5C9C"/>
    <w:rsid w:val="008F17DA"/>
    <w:rsid w:val="008F1FB0"/>
    <w:rsid w:val="008F4BDD"/>
    <w:rsid w:val="0090379D"/>
    <w:rsid w:val="00910E6D"/>
    <w:rsid w:val="00911FA5"/>
    <w:rsid w:val="00935B17"/>
    <w:rsid w:val="00936AC2"/>
    <w:rsid w:val="00944154"/>
    <w:rsid w:val="00944BEA"/>
    <w:rsid w:val="009466A4"/>
    <w:rsid w:val="0096232C"/>
    <w:rsid w:val="00962604"/>
    <w:rsid w:val="00964A31"/>
    <w:rsid w:val="00965ACD"/>
    <w:rsid w:val="00967DAD"/>
    <w:rsid w:val="00971C8B"/>
    <w:rsid w:val="00971E24"/>
    <w:rsid w:val="00972B41"/>
    <w:rsid w:val="0097442C"/>
    <w:rsid w:val="00974800"/>
    <w:rsid w:val="00980147"/>
    <w:rsid w:val="00980DCE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B670E"/>
    <w:rsid w:val="009C48AC"/>
    <w:rsid w:val="009C490E"/>
    <w:rsid w:val="009C5C7C"/>
    <w:rsid w:val="009C6675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2211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0E9D"/>
    <w:rsid w:val="00B242E8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26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5D0E"/>
    <w:rsid w:val="00BC3599"/>
    <w:rsid w:val="00BC5583"/>
    <w:rsid w:val="00BD1D08"/>
    <w:rsid w:val="00BE0AE4"/>
    <w:rsid w:val="00BE38BB"/>
    <w:rsid w:val="00BE6330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94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1440B"/>
    <w:rsid w:val="00D21BCE"/>
    <w:rsid w:val="00D516C1"/>
    <w:rsid w:val="00D6344F"/>
    <w:rsid w:val="00D80E4A"/>
    <w:rsid w:val="00D878CA"/>
    <w:rsid w:val="00D91A57"/>
    <w:rsid w:val="00D9386F"/>
    <w:rsid w:val="00D9793B"/>
    <w:rsid w:val="00DA6244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421D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02F6"/>
    <w:rsid w:val="00E91707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3A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67F1"/>
    <w:rsid w:val="00FA0F6A"/>
    <w:rsid w:val="00FB0646"/>
    <w:rsid w:val="00FB61C7"/>
    <w:rsid w:val="00FC31F5"/>
    <w:rsid w:val="00FC7BB0"/>
    <w:rsid w:val="00FD22AB"/>
    <w:rsid w:val="00FD2808"/>
    <w:rsid w:val="00FD3338"/>
    <w:rsid w:val="00FD7AD1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2B1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D50B0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80CE65-E343-44D0-BDB9-4FC5611C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6BFD06-0EB5-4761-9B46-44DED1168B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4</Pages>
  <Words>1410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3</cp:revision>
  <cp:lastPrinted>2024-07-15T11:21:00Z</cp:lastPrinted>
  <dcterms:created xsi:type="dcterms:W3CDTF">2026-01-29T12:49:00Z</dcterms:created>
  <dcterms:modified xsi:type="dcterms:W3CDTF">2026-01-29T12:50:00Z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2025-11-12T08:18:53Z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972141bd-3528-49ad-9a3b-c8b8b2453025</vt:lpwstr>
  </property>
  <property fmtid="{D5CDD505-2E9C-101B-9397-08002B2CF9AE}" pid="9" name="MSIP_Label_66b5d990-821a-4d41-b503-280f184b2126_ContentBits">
    <vt:lpwstr>0</vt:lpwstr>
  </property>
</Properties>
</file>